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35A15" w14:textId="77777777" w:rsidR="00C8084B" w:rsidRPr="00E657AE" w:rsidRDefault="00C8084B" w:rsidP="00C8084B">
      <w:pPr>
        <w:ind w:right="-369"/>
        <w:jc w:val="center"/>
        <w:rPr>
          <w:rFonts w:ascii="Marianne" w:hAnsi="Marianne" w:cs="Arial"/>
          <w:sz w:val="22"/>
          <w:szCs w:val="22"/>
        </w:rPr>
      </w:pPr>
      <w:r w:rsidRPr="00E657AE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7706EE97" wp14:editId="5FFC10B0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B737E" w:rsidRPr="00E657AE" w14:paraId="2323A85D" w14:textId="77777777" w:rsidTr="00F735F7">
        <w:trPr>
          <w:trHeight w:val="462"/>
        </w:trPr>
        <w:tc>
          <w:tcPr>
            <w:tcW w:w="9923" w:type="dxa"/>
          </w:tcPr>
          <w:p w14:paraId="0B359F0F" w14:textId="7114F969" w:rsidR="00AB737E" w:rsidRPr="00E657AE" w:rsidRDefault="00931969" w:rsidP="00F735F7">
            <w:pPr>
              <w:spacing w:before="120"/>
              <w:jc w:val="center"/>
              <w:rPr>
                <w:rFonts w:ascii="Marianne" w:hAnsi="Marianne" w:cs="Arial"/>
                <w:b/>
              </w:rPr>
            </w:pPr>
            <w:r w:rsidRPr="00E657AE">
              <w:rPr>
                <w:rFonts w:ascii="Marianne" w:hAnsi="Marianne" w:cs="Arial"/>
                <w:b/>
              </w:rPr>
              <w:t>MARCHÉ</w:t>
            </w:r>
            <w:r w:rsidR="002A09A9" w:rsidRPr="00E657AE">
              <w:rPr>
                <w:rFonts w:ascii="Marianne" w:hAnsi="Marianne" w:cs="Arial"/>
                <w:b/>
              </w:rPr>
              <w:t xml:space="preserve"> DE </w:t>
            </w:r>
            <w:r w:rsidR="00967E0F">
              <w:rPr>
                <w:rFonts w:ascii="Marianne" w:hAnsi="Marianne" w:cs="Arial"/>
                <w:b/>
              </w:rPr>
              <w:t>SERVICES</w:t>
            </w:r>
          </w:p>
        </w:tc>
      </w:tr>
      <w:tr w:rsidR="00F229E6" w:rsidRPr="00E657AE" w14:paraId="102B9653" w14:textId="77777777" w:rsidTr="00251D2F">
        <w:tc>
          <w:tcPr>
            <w:tcW w:w="9923" w:type="dxa"/>
            <w:vAlign w:val="center"/>
          </w:tcPr>
          <w:p w14:paraId="42CE1F59" w14:textId="7C14F012" w:rsidR="00F229E6" w:rsidRPr="00E657AE" w:rsidRDefault="00F229E6" w:rsidP="002A09A9">
            <w:pPr>
              <w:tabs>
                <w:tab w:val="left" w:pos="4140"/>
              </w:tabs>
              <w:autoSpaceDE w:val="0"/>
              <w:autoSpaceDN w:val="0"/>
              <w:adjustRightInd w:val="0"/>
              <w:outlineLvl w:val="0"/>
              <w:rPr>
                <w:rFonts w:ascii="Marianne" w:hAnsi="Marianne" w:cs="Arial"/>
              </w:rPr>
            </w:pPr>
          </w:p>
          <w:p w14:paraId="78958081" w14:textId="79D744EC" w:rsidR="00F229E6" w:rsidRPr="00E657AE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E657AE">
              <w:rPr>
                <w:rFonts w:ascii="Marianne" w:hAnsi="Marianne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1A6FD9A4" w14:textId="77777777" w:rsidR="00F229E6" w:rsidRPr="00E657AE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Cs w:val="28"/>
              </w:rPr>
            </w:pPr>
          </w:p>
          <w:p w14:paraId="4FFD16F5" w14:textId="125B4181" w:rsidR="00F229E6" w:rsidRPr="00E657AE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  <w:bookmarkStart w:id="5" w:name="_Toc3207306"/>
            <w:r w:rsidRPr="00E657AE">
              <w:rPr>
                <w:rFonts w:ascii="Marianne" w:hAnsi="Marianne" w:cs="Arial"/>
                <w:sz w:val="16"/>
              </w:rPr>
              <w:t>(</w:t>
            </w:r>
            <w:r w:rsidR="00821263" w:rsidRPr="00E657AE">
              <w:rPr>
                <w:rFonts w:ascii="Marianne" w:hAnsi="Marianne" w:cs="Arial"/>
                <w:sz w:val="16"/>
              </w:rPr>
              <w:t>Passé</w:t>
            </w:r>
            <w:r w:rsidRPr="00E657AE">
              <w:rPr>
                <w:rFonts w:ascii="Marianne" w:hAnsi="Marianne" w:cs="Arial"/>
                <w:sz w:val="16"/>
              </w:rPr>
              <w:t xml:space="preserve"> en application des articles L.2113-10 et R.2113-1, L.2123-1 et R.2123-1 du Code de la commande publique)</w:t>
            </w:r>
            <w:bookmarkEnd w:id="5"/>
          </w:p>
          <w:p w14:paraId="3B669F8D" w14:textId="77777777" w:rsidR="00F229E6" w:rsidRPr="00821263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</w:rPr>
            </w:pPr>
          </w:p>
          <w:p w14:paraId="6FC84AD5" w14:textId="52D154DA" w:rsidR="00821263" w:rsidRPr="00821263" w:rsidRDefault="00967E0F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</w:rPr>
            </w:pPr>
            <w:r>
              <w:rPr>
                <w:rFonts w:ascii="Marianne" w:hAnsi="Marianne" w:cs="Arial"/>
                <w:b/>
                <w:bCs/>
              </w:rPr>
              <w:t>PRESTATIONS DE NETTOYAGE DES LOCAUX ET FOURNITURE DE CONSOMMABLES ASSOCIES POUR LES SITES IDF-OUEST ET DE L’AGENCE TRAVAUX – LOT UNIQUE</w:t>
            </w:r>
          </w:p>
          <w:p w14:paraId="714571CC" w14:textId="77777777" w:rsidR="00F229E6" w:rsidRPr="00E657AE" w:rsidRDefault="00F229E6" w:rsidP="00064D3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</w:p>
        </w:tc>
      </w:tr>
      <w:tr w:rsidR="00F229E6" w:rsidRPr="00E657AE" w14:paraId="5AF7AAC0" w14:textId="77777777" w:rsidTr="00251D2F">
        <w:tc>
          <w:tcPr>
            <w:tcW w:w="9923" w:type="dxa"/>
            <w:vAlign w:val="center"/>
          </w:tcPr>
          <w:p w14:paraId="3CA456B9" w14:textId="77777777" w:rsidR="00F735F7" w:rsidRPr="00E657AE" w:rsidRDefault="00F735F7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</w:p>
          <w:p w14:paraId="7332A153" w14:textId="591D8FA0" w:rsidR="00F229E6" w:rsidRPr="00E657AE" w:rsidRDefault="00F229E6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E657AE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>MARCHÉ</w:t>
            </w:r>
            <w:r w:rsidR="00967E0F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 xml:space="preserve"> MIXTE</w:t>
            </w:r>
            <w:r w:rsidRPr="00E657AE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n° </w:t>
            </w:r>
            <w:r w:rsidR="00FD79D3" w:rsidRPr="00E657AE">
              <w:rPr>
                <w:rFonts w:ascii="Marianne" w:hAnsi="Marianne" w:cs="Arial"/>
                <w:b/>
                <w:bCs/>
                <w:sz w:val="22"/>
                <w:szCs w:val="22"/>
              </w:rPr>
              <w:t>202</w:t>
            </w:r>
            <w:r w:rsidR="00C30499" w:rsidRPr="00E657AE">
              <w:rPr>
                <w:rFonts w:ascii="Marianne" w:hAnsi="Marianne" w:cs="Arial"/>
                <w:b/>
                <w:bCs/>
                <w:sz w:val="22"/>
                <w:szCs w:val="22"/>
              </w:rPr>
              <w:t>5</w:t>
            </w:r>
            <w:r w:rsidR="00FD79D3" w:rsidRPr="00E657AE">
              <w:rPr>
                <w:rFonts w:ascii="Marianne" w:hAnsi="Marianne" w:cs="Arial"/>
                <w:b/>
                <w:bCs/>
                <w:sz w:val="22"/>
                <w:szCs w:val="22"/>
              </w:rPr>
              <w:t>-85</w:t>
            </w:r>
            <w:r w:rsidR="00967E0F">
              <w:rPr>
                <w:rFonts w:ascii="Marianne" w:hAnsi="Marianne" w:cs="Arial"/>
                <w:b/>
                <w:bCs/>
                <w:sz w:val="22"/>
                <w:szCs w:val="22"/>
              </w:rPr>
              <w:t>20-05</w:t>
            </w:r>
          </w:p>
          <w:p w14:paraId="2CEEA9DF" w14:textId="5CB5C341" w:rsidR="00F229E6" w:rsidRPr="00E657AE" w:rsidRDefault="00F229E6" w:rsidP="00064D32">
            <w:pPr>
              <w:autoSpaceDE w:val="0"/>
              <w:autoSpaceDN w:val="0"/>
              <w:adjustRightInd w:val="0"/>
              <w:outlineLvl w:val="0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</w:tr>
    </w:tbl>
    <w:p w14:paraId="41A1D1BA" w14:textId="78F0F8BB" w:rsidR="008531B1" w:rsidRDefault="00967E0F">
      <w:pPr>
        <w:spacing w:before="800" w:after="800"/>
        <w:jc w:val="center"/>
        <w:rPr>
          <w:rFonts w:ascii="Marianne" w:hAnsi="Marianne" w:cs="Arial"/>
          <w:b/>
          <w:caps/>
          <w:sz w:val="32"/>
          <w:szCs w:val="44"/>
          <w:u w:val="single"/>
        </w:rPr>
      </w:pPr>
      <w:r>
        <w:rPr>
          <w:rFonts w:ascii="Marianne" w:hAnsi="Marianne" w:cs="Arial"/>
          <w:b/>
          <w:caps/>
          <w:sz w:val="32"/>
          <w:szCs w:val="44"/>
          <w:u w:val="single"/>
        </w:rPr>
        <w:t>c</w:t>
      </w:r>
      <w:r w:rsidR="00FE001A" w:rsidRPr="00E657AE">
        <w:rPr>
          <w:rFonts w:ascii="Marianne" w:hAnsi="Marianne" w:cs="Arial"/>
          <w:b/>
          <w:caps/>
          <w:sz w:val="32"/>
          <w:szCs w:val="44"/>
          <w:u w:val="single"/>
        </w:rPr>
        <w:t>adre de m</w:t>
      </w:r>
      <w:r w:rsidR="00931969" w:rsidRPr="00E657AE">
        <w:rPr>
          <w:rFonts w:ascii="Marianne" w:hAnsi="Marianne" w:cs="Arial"/>
          <w:b/>
          <w:caps/>
          <w:sz w:val="32"/>
          <w:szCs w:val="44"/>
          <w:u w:val="single"/>
        </w:rPr>
        <w:t>É</w:t>
      </w:r>
      <w:r w:rsidR="00FE001A" w:rsidRPr="00E657AE">
        <w:rPr>
          <w:rFonts w:ascii="Marianne" w:hAnsi="Marianne" w:cs="Arial"/>
          <w:b/>
          <w:caps/>
          <w:sz w:val="32"/>
          <w:szCs w:val="44"/>
          <w:u w:val="single"/>
        </w:rPr>
        <w:t>moire technique</w:t>
      </w:r>
    </w:p>
    <w:p w14:paraId="77F79F4A" w14:textId="77777777" w:rsidR="002E69ED" w:rsidRPr="00E657AE" w:rsidRDefault="002E69ED" w:rsidP="002E69ED">
      <w:pPr>
        <w:ind w:hanging="2388"/>
        <w:rPr>
          <w:rFonts w:ascii="Marianne" w:hAnsi="Marianne" w:cs="Arial"/>
          <w:b/>
          <w:sz w:val="20"/>
          <w:szCs w:val="20"/>
        </w:rPr>
      </w:pPr>
    </w:p>
    <w:p w14:paraId="71A6C81A" w14:textId="77777777" w:rsidR="002E69ED" w:rsidRPr="00E657AE" w:rsidRDefault="002E69ED" w:rsidP="002E69ED">
      <w:pPr>
        <w:pBdr>
          <w:bottom w:val="single" w:sz="6" w:space="1" w:color="auto"/>
        </w:pBdr>
        <w:ind w:left="2388" w:hanging="2388"/>
        <w:rPr>
          <w:rFonts w:ascii="Marianne" w:hAnsi="Marianne" w:cs="Arial"/>
          <w:b/>
          <w:sz w:val="20"/>
          <w:szCs w:val="20"/>
        </w:rPr>
      </w:pPr>
      <w:r w:rsidRPr="00E657AE">
        <w:rPr>
          <w:rFonts w:ascii="Marianne" w:hAnsi="Marianne" w:cs="Arial"/>
          <w:b/>
          <w:sz w:val="20"/>
          <w:szCs w:val="20"/>
        </w:rPr>
        <w:t>Objet du marché</w:t>
      </w:r>
    </w:p>
    <w:p w14:paraId="26576EC7" w14:textId="77777777" w:rsidR="002E69ED" w:rsidRPr="00E657AE" w:rsidRDefault="002E69ED" w:rsidP="002E69ED">
      <w:pPr>
        <w:rPr>
          <w:rFonts w:ascii="Marianne" w:hAnsi="Marianne" w:cs="Arial"/>
          <w:b/>
          <w:sz w:val="20"/>
          <w:szCs w:val="20"/>
        </w:rPr>
      </w:pPr>
    </w:p>
    <w:p w14:paraId="3501A274" w14:textId="77777777" w:rsidR="00967E0F" w:rsidRPr="00C92415" w:rsidRDefault="00967E0F" w:rsidP="00967E0F">
      <w:pPr>
        <w:spacing w:before="60"/>
        <w:rPr>
          <w:rFonts w:ascii="Marianne" w:hAnsi="Marianne" w:cs="Arial"/>
          <w:sz w:val="20"/>
          <w:szCs w:val="20"/>
        </w:rPr>
      </w:pPr>
      <w:bookmarkStart w:id="6" w:name="_Hlk208909473"/>
      <w:r w:rsidRPr="00C92415">
        <w:rPr>
          <w:rFonts w:ascii="Marianne" w:hAnsi="Marianne" w:cs="Arial"/>
          <w:sz w:val="20"/>
          <w:szCs w:val="20"/>
        </w:rPr>
        <w:t>Le p</w:t>
      </w:r>
      <w:r>
        <w:rPr>
          <w:rFonts w:ascii="Marianne" w:hAnsi="Marianne" w:cs="Arial"/>
          <w:sz w:val="20"/>
          <w:szCs w:val="20"/>
        </w:rPr>
        <w:t>résent marché</w:t>
      </w:r>
      <w:r w:rsidRPr="00C92415">
        <w:rPr>
          <w:rFonts w:ascii="Marianne" w:hAnsi="Marianne" w:cs="Arial"/>
          <w:sz w:val="20"/>
          <w:szCs w:val="20"/>
        </w:rPr>
        <w:t xml:space="preserve"> a pour objet la réalisation des prestations de nettoyage des locaux et la fourniture de consommables</w:t>
      </w:r>
      <w:r>
        <w:rPr>
          <w:rFonts w:ascii="Marianne" w:hAnsi="Marianne" w:cs="Arial"/>
          <w:sz w:val="20"/>
          <w:szCs w:val="20"/>
        </w:rPr>
        <w:t xml:space="preserve"> associés</w:t>
      </w:r>
      <w:r w:rsidRPr="00C92415">
        <w:rPr>
          <w:rFonts w:ascii="Marianne" w:hAnsi="Marianne" w:cs="Arial"/>
          <w:sz w:val="20"/>
          <w:szCs w:val="20"/>
        </w:rPr>
        <w:t xml:space="preserve"> pour les sites IDF Ouest et de l’agence travaux</w:t>
      </w:r>
      <w:r>
        <w:rPr>
          <w:rFonts w:ascii="Marianne" w:hAnsi="Marianne" w:cs="Arial"/>
          <w:sz w:val="20"/>
          <w:szCs w:val="20"/>
        </w:rPr>
        <w:t xml:space="preserve"> de la direction territoriale Seine-Nord.</w:t>
      </w:r>
      <w:bookmarkEnd w:id="6"/>
    </w:p>
    <w:p w14:paraId="5532DC6A" w14:textId="77777777" w:rsidR="00E214CF" w:rsidRDefault="00E214CF" w:rsidP="000D1D2B">
      <w:pPr>
        <w:rPr>
          <w:rFonts w:ascii="Marianne" w:hAnsi="Marianne" w:cs="Arial"/>
          <w:sz w:val="20"/>
          <w:szCs w:val="20"/>
        </w:rPr>
      </w:pPr>
    </w:p>
    <w:p w14:paraId="63119803" w14:textId="77777777" w:rsidR="00967E0F" w:rsidRPr="00E657AE" w:rsidRDefault="00967E0F" w:rsidP="000D1D2B">
      <w:pPr>
        <w:rPr>
          <w:rFonts w:ascii="Marianne" w:hAnsi="Marianne" w:cs="Arial"/>
          <w:sz w:val="20"/>
          <w:szCs w:val="20"/>
        </w:rPr>
      </w:pPr>
    </w:p>
    <w:p w14:paraId="16135BED" w14:textId="77777777" w:rsidR="00FD79D3" w:rsidRPr="00E657AE" w:rsidRDefault="00FD79D3" w:rsidP="000D1D2B">
      <w:pPr>
        <w:rPr>
          <w:rFonts w:ascii="Marianne" w:hAnsi="Marianne" w:cs="Arial"/>
          <w:sz w:val="20"/>
          <w:szCs w:val="20"/>
        </w:rPr>
      </w:pPr>
    </w:p>
    <w:p w14:paraId="23D40633" w14:textId="77777777" w:rsidR="002E69ED" w:rsidRPr="00E657AE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E657AE">
        <w:rPr>
          <w:rFonts w:ascii="Marianne" w:hAnsi="Marianne" w:cs="Arial"/>
          <w:b/>
          <w:sz w:val="20"/>
          <w:szCs w:val="20"/>
        </w:rPr>
        <w:t xml:space="preserve">Pouvoir adjudicateur </w:t>
      </w:r>
    </w:p>
    <w:p w14:paraId="17FE8865" w14:textId="1A8F06DF" w:rsidR="002E69ED" w:rsidRPr="00E657AE" w:rsidRDefault="002E69ED" w:rsidP="002E69ED">
      <w:pPr>
        <w:rPr>
          <w:rFonts w:ascii="Marianne" w:hAnsi="Marianne" w:cs="Arial"/>
          <w:sz w:val="20"/>
          <w:szCs w:val="20"/>
        </w:rPr>
      </w:pPr>
    </w:p>
    <w:p w14:paraId="4E5C6661" w14:textId="77777777" w:rsidR="00967E0F" w:rsidRPr="00967E0F" w:rsidRDefault="00967E0F" w:rsidP="00967E0F">
      <w:pPr>
        <w:outlineLvl w:val="0"/>
        <w:rPr>
          <w:rFonts w:ascii="Marianne" w:hAnsi="Marianne" w:cs="Arial"/>
          <w:b/>
          <w:bCs/>
          <w:sz w:val="20"/>
          <w:szCs w:val="20"/>
        </w:rPr>
      </w:pPr>
      <w:r w:rsidRPr="00967E0F">
        <w:rPr>
          <w:rFonts w:ascii="Marianne" w:hAnsi="Marianne" w:cs="Arial"/>
          <w:b/>
          <w:bCs/>
          <w:sz w:val="20"/>
          <w:szCs w:val="20"/>
        </w:rPr>
        <w:t>OFFICE NATIONAL DES FORÊTS (ONF)</w:t>
      </w:r>
    </w:p>
    <w:p w14:paraId="49D078CB" w14:textId="77777777" w:rsidR="00967E0F" w:rsidRPr="00C92415" w:rsidRDefault="00967E0F" w:rsidP="00967E0F">
      <w:pPr>
        <w:widowControl w:val="0"/>
        <w:rPr>
          <w:rFonts w:ascii="Marianne" w:hAnsi="Marianne" w:cs="Arial"/>
          <w:sz w:val="20"/>
          <w:szCs w:val="20"/>
        </w:rPr>
      </w:pPr>
      <w:r w:rsidRPr="00C92415">
        <w:rPr>
          <w:rFonts w:ascii="Marianne" w:hAnsi="Marianne" w:cs="Arial"/>
          <w:sz w:val="20"/>
          <w:szCs w:val="20"/>
        </w:rPr>
        <w:t>Direction territoriale SEINE-NORD</w:t>
      </w:r>
    </w:p>
    <w:p w14:paraId="5DB6F09E" w14:textId="77777777" w:rsidR="00967E0F" w:rsidRPr="00C92415" w:rsidRDefault="00967E0F" w:rsidP="00967E0F">
      <w:pPr>
        <w:widowControl w:val="0"/>
        <w:rPr>
          <w:rFonts w:ascii="Marianne" w:hAnsi="Marianne" w:cs="Arial"/>
          <w:sz w:val="20"/>
          <w:szCs w:val="20"/>
        </w:rPr>
      </w:pPr>
      <w:r w:rsidRPr="00C92415">
        <w:rPr>
          <w:rFonts w:ascii="Marianne" w:hAnsi="Marianne" w:cs="Arial"/>
          <w:sz w:val="20"/>
          <w:szCs w:val="20"/>
        </w:rPr>
        <w:t>Boulevard de constance</w:t>
      </w:r>
    </w:p>
    <w:p w14:paraId="4E39B451" w14:textId="4D1F51E9" w:rsidR="00967E0F" w:rsidRDefault="00967E0F" w:rsidP="00967E0F">
      <w:pPr>
        <w:widowControl w:val="0"/>
        <w:spacing w:after="240"/>
        <w:rPr>
          <w:rFonts w:ascii="Marianne" w:hAnsi="Marianne" w:cs="Arial"/>
          <w:sz w:val="20"/>
          <w:szCs w:val="20"/>
        </w:rPr>
      </w:pPr>
      <w:r w:rsidRPr="00C92415">
        <w:rPr>
          <w:rFonts w:ascii="Marianne" w:hAnsi="Marianne" w:cs="Arial"/>
          <w:sz w:val="20"/>
          <w:szCs w:val="20"/>
        </w:rPr>
        <w:t>77</w:t>
      </w:r>
      <w:r>
        <w:rPr>
          <w:rFonts w:ascii="Marianne" w:hAnsi="Marianne" w:cs="Arial"/>
          <w:sz w:val="20"/>
          <w:szCs w:val="20"/>
        </w:rPr>
        <w:t xml:space="preserve"> </w:t>
      </w:r>
      <w:r w:rsidRPr="00C92415">
        <w:rPr>
          <w:rFonts w:ascii="Marianne" w:hAnsi="Marianne" w:cs="Arial"/>
          <w:sz w:val="20"/>
          <w:szCs w:val="20"/>
        </w:rPr>
        <w:t>300 FONTAINEBLEAU</w:t>
      </w:r>
    </w:p>
    <w:p w14:paraId="290698BB" w14:textId="27274B22" w:rsidR="00967E0F" w:rsidRPr="00967E0F" w:rsidRDefault="00967E0F" w:rsidP="00967E0F">
      <w:pPr>
        <w:outlineLvl w:val="0"/>
        <w:rPr>
          <w:rFonts w:ascii="Marianne" w:hAnsi="Marianne" w:cs="Arial"/>
          <w:b/>
          <w:bCs/>
          <w:sz w:val="20"/>
          <w:szCs w:val="20"/>
        </w:rPr>
      </w:pPr>
      <w:r w:rsidRPr="00967E0F">
        <w:rPr>
          <w:rFonts w:ascii="Marianne" w:hAnsi="Marianne" w:cs="Arial"/>
          <w:b/>
          <w:bCs/>
          <w:sz w:val="20"/>
          <w:szCs w:val="20"/>
        </w:rPr>
        <w:t>Agence Ile-de-France Ouest</w:t>
      </w:r>
    </w:p>
    <w:p w14:paraId="7D1DFB85" w14:textId="77777777" w:rsidR="00967E0F" w:rsidRPr="00967E0F" w:rsidRDefault="00967E0F" w:rsidP="00967E0F">
      <w:pPr>
        <w:outlineLvl w:val="0"/>
        <w:rPr>
          <w:rFonts w:ascii="Marianne" w:hAnsi="Marianne" w:cs="Arial"/>
          <w:sz w:val="20"/>
          <w:szCs w:val="20"/>
        </w:rPr>
      </w:pPr>
      <w:r w:rsidRPr="00967E0F">
        <w:rPr>
          <w:rFonts w:ascii="Marianne" w:hAnsi="Marianne" w:cs="Arial"/>
          <w:sz w:val="20"/>
          <w:szCs w:val="20"/>
        </w:rPr>
        <w:t>27 rue Edouard Charton</w:t>
      </w:r>
    </w:p>
    <w:p w14:paraId="0247295D" w14:textId="77777777" w:rsidR="00967E0F" w:rsidRPr="00967E0F" w:rsidRDefault="00967E0F" w:rsidP="00967E0F">
      <w:pPr>
        <w:outlineLvl w:val="0"/>
        <w:rPr>
          <w:rFonts w:ascii="Marianne" w:hAnsi="Marianne" w:cs="Arial"/>
          <w:sz w:val="20"/>
          <w:szCs w:val="20"/>
        </w:rPr>
      </w:pPr>
      <w:r w:rsidRPr="00967E0F">
        <w:rPr>
          <w:rFonts w:ascii="Marianne" w:hAnsi="Marianne" w:cs="Arial"/>
          <w:sz w:val="20"/>
          <w:szCs w:val="20"/>
        </w:rPr>
        <w:t>78 000 VERSAILLES</w:t>
      </w:r>
    </w:p>
    <w:p w14:paraId="7F0A74A0" w14:textId="77777777" w:rsidR="00967E0F" w:rsidRPr="00214706" w:rsidRDefault="00967E0F" w:rsidP="00967E0F">
      <w:pPr>
        <w:pStyle w:val="Paragraphedeliste"/>
        <w:ind w:left="1134"/>
        <w:jc w:val="both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F2925E6" w14:textId="77777777" w:rsidR="00967E0F" w:rsidRDefault="00967E0F" w:rsidP="00967E0F">
      <w:pPr>
        <w:pStyle w:val="Commentaire"/>
        <w:jc w:val="both"/>
        <w:rPr>
          <w:rFonts w:ascii="Marianne" w:hAnsi="Marianne" w:cs="Arial"/>
        </w:rPr>
      </w:pPr>
      <w:bookmarkStart w:id="7" w:name="_Hlk208909508"/>
      <w:r w:rsidRPr="00197985">
        <w:rPr>
          <w:rFonts w:ascii="Marianne" w:hAnsi="Marianne" w:cs="Arial"/>
        </w:rPr>
        <w:t>Représenté par M</w:t>
      </w:r>
      <w:r>
        <w:rPr>
          <w:rFonts w:ascii="Marianne" w:hAnsi="Marianne" w:cs="Arial"/>
        </w:rPr>
        <w:t>onsieur Pierre-Emmanuel SAVATTE</w:t>
      </w:r>
      <w:r w:rsidRPr="00197985">
        <w:rPr>
          <w:rFonts w:ascii="Marianne" w:hAnsi="Marianne" w:cs="Arial"/>
        </w:rPr>
        <w:t>, Direct</w:t>
      </w:r>
      <w:r>
        <w:rPr>
          <w:rFonts w:ascii="Marianne" w:hAnsi="Marianne" w:cs="Arial"/>
        </w:rPr>
        <w:t>eur</w:t>
      </w:r>
      <w:r w:rsidRPr="00197985"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>de l’agence territoriale Ile-de-France Ouest</w:t>
      </w:r>
      <w:r w:rsidRPr="00197985">
        <w:rPr>
          <w:rFonts w:ascii="Marianne" w:hAnsi="Marianne" w:cs="Arial"/>
        </w:rPr>
        <w:t xml:space="preserve"> de la Direction Territoriale Seine-Nord de l’Office National des Forêts</w:t>
      </w:r>
    </w:p>
    <w:bookmarkEnd w:id="7"/>
    <w:p w14:paraId="41779AD8" w14:textId="77777777" w:rsidR="00967E0F" w:rsidRDefault="00967E0F" w:rsidP="00FD79D3">
      <w:pPr>
        <w:rPr>
          <w:rFonts w:ascii="Marianne" w:hAnsi="Marianne" w:cs="Arial"/>
          <w:sz w:val="20"/>
          <w:szCs w:val="20"/>
        </w:rPr>
      </w:pPr>
    </w:p>
    <w:p w14:paraId="5C4A4A05" w14:textId="77777777" w:rsidR="00967E0F" w:rsidRDefault="00967E0F" w:rsidP="00FD79D3">
      <w:pPr>
        <w:rPr>
          <w:rFonts w:ascii="Marianne" w:hAnsi="Marianne" w:cs="Arial"/>
          <w:sz w:val="20"/>
          <w:szCs w:val="20"/>
        </w:rPr>
      </w:pPr>
    </w:p>
    <w:p w14:paraId="47C6A905" w14:textId="77777777" w:rsidR="00967E0F" w:rsidRPr="00E657AE" w:rsidRDefault="00967E0F" w:rsidP="00FD79D3">
      <w:pPr>
        <w:rPr>
          <w:rFonts w:ascii="Marianne" w:hAnsi="Marianne" w:cs="Arial"/>
          <w:sz w:val="20"/>
          <w:szCs w:val="20"/>
        </w:rPr>
      </w:pPr>
    </w:p>
    <w:p w14:paraId="505E4BE8" w14:textId="77777777" w:rsidR="002E69ED" w:rsidRPr="00E657AE" w:rsidRDefault="002E69ED" w:rsidP="002E69ED">
      <w:pPr>
        <w:rPr>
          <w:rFonts w:ascii="Marianne" w:hAnsi="Marianne" w:cs="Arial"/>
          <w:sz w:val="20"/>
          <w:szCs w:val="20"/>
        </w:rPr>
      </w:pPr>
    </w:p>
    <w:p w14:paraId="488E16B9" w14:textId="77777777" w:rsidR="008531B1" w:rsidRDefault="008531B1">
      <w:pPr>
        <w:spacing w:before="200" w:after="200"/>
        <w:jc w:val="center"/>
        <w:outlineLvl w:val="0"/>
        <w:rPr>
          <w:rFonts w:ascii="Marianne" w:hAnsi="Marianne" w:cs="Arial"/>
          <w:sz w:val="20"/>
          <w:szCs w:val="20"/>
        </w:rPr>
      </w:pPr>
    </w:p>
    <w:p w14:paraId="47AD3C8C" w14:textId="77777777" w:rsidR="00967E0F" w:rsidRDefault="00967E0F">
      <w:pPr>
        <w:spacing w:before="200" w:after="200"/>
        <w:jc w:val="center"/>
        <w:outlineLvl w:val="0"/>
        <w:rPr>
          <w:rFonts w:ascii="Marianne" w:hAnsi="Marianne" w:cs="Arial"/>
          <w:sz w:val="20"/>
          <w:szCs w:val="20"/>
        </w:rPr>
      </w:pPr>
    </w:p>
    <w:p w14:paraId="60CA6128" w14:textId="77777777" w:rsidR="00967E0F" w:rsidRPr="00E657AE" w:rsidRDefault="00967E0F">
      <w:pPr>
        <w:spacing w:before="200" w:after="200"/>
        <w:jc w:val="center"/>
        <w:outlineLvl w:val="0"/>
        <w:rPr>
          <w:rFonts w:ascii="Marianne" w:hAnsi="Marianne" w:cs="Arial"/>
          <w:sz w:val="20"/>
          <w:szCs w:val="20"/>
        </w:rPr>
        <w:sectPr w:rsidR="00967E0F" w:rsidRPr="00E657AE" w:rsidSect="008A0846">
          <w:headerReference w:type="default" r:id="rId9"/>
          <w:footerReference w:type="even" r:id="rId10"/>
          <w:footerReference w:type="default" r:id="rId11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4EFE2EFF" w14:textId="77777777" w:rsidR="00336910" w:rsidRPr="00E657AE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8" w:name="_Toc525705725"/>
      <w:bookmarkStart w:id="9" w:name="_Toc134337386"/>
      <w:r w:rsidRPr="00E657AE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p w14:paraId="085DD158" w14:textId="4DFAF53F" w:rsidR="00336910" w:rsidRPr="00E657AE" w:rsidRDefault="00336910" w:rsidP="00CE51F9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bCs/>
          <w:color w:val="FF0000"/>
          <w:sz w:val="20"/>
          <w:szCs w:val="20"/>
        </w:rPr>
      </w:pPr>
      <w:r w:rsidRPr="00E657AE">
        <w:rPr>
          <w:rFonts w:ascii="Marianne" w:hAnsi="Marianne" w:cs="Arial"/>
          <w:b/>
          <w:bCs/>
          <w:color w:val="FF0000"/>
          <w:sz w:val="20"/>
          <w:szCs w:val="20"/>
        </w:rPr>
        <w:t xml:space="preserve">Les candidats devront établir leur mémoire technique en respectant strictement l'organisation du présent cadre (respect de l'ordre </w:t>
      </w:r>
      <w:r w:rsidR="00CE51F9" w:rsidRPr="00E657AE">
        <w:rPr>
          <w:rFonts w:ascii="Marianne" w:hAnsi="Marianne" w:cs="Arial"/>
          <w:b/>
          <w:bCs/>
          <w:color w:val="FF0000"/>
          <w:sz w:val="20"/>
          <w:szCs w:val="20"/>
        </w:rPr>
        <w:t>détaillé ci-après</w:t>
      </w:r>
      <w:r w:rsidRPr="00E657AE">
        <w:rPr>
          <w:rFonts w:ascii="Marianne" w:hAnsi="Marianne" w:cs="Arial"/>
          <w:b/>
          <w:bCs/>
          <w:color w:val="FF0000"/>
          <w:sz w:val="20"/>
          <w:szCs w:val="20"/>
        </w:rPr>
        <w:t>)</w:t>
      </w:r>
      <w:r w:rsidR="00AF247A" w:rsidRPr="00E657AE">
        <w:rPr>
          <w:rFonts w:ascii="Marianne" w:hAnsi="Marianne" w:cs="Arial"/>
          <w:b/>
          <w:bCs/>
          <w:color w:val="FF0000"/>
          <w:sz w:val="20"/>
          <w:szCs w:val="20"/>
        </w:rPr>
        <w:t>.</w:t>
      </w:r>
      <w:r w:rsidR="003311EC" w:rsidRPr="00E657AE">
        <w:rPr>
          <w:rFonts w:ascii="Marianne" w:hAnsi="Marianne" w:cs="Arial"/>
          <w:b/>
          <w:bCs/>
          <w:color w:val="FF0000"/>
          <w:sz w:val="20"/>
          <w:szCs w:val="20"/>
        </w:rPr>
        <w:t xml:space="preserve"> </w:t>
      </w:r>
      <w:r w:rsidR="00CE51F9" w:rsidRPr="00E657AE">
        <w:rPr>
          <w:rFonts w:ascii="Marianne" w:hAnsi="Marianne" w:cs="Arial"/>
          <w:b/>
          <w:bCs/>
          <w:color w:val="FF0000"/>
          <w:sz w:val="20"/>
          <w:szCs w:val="20"/>
        </w:rPr>
        <w:t xml:space="preserve">Les candidats sont avertis qu’ils pourront consacrer au maximum 2 pages par sous-critères hors éventuelles annexes, ces dernières devront être expressément mentionnées dans </w:t>
      </w:r>
      <w:r w:rsidR="00967E0F">
        <w:rPr>
          <w:rFonts w:ascii="Marianne" w:hAnsi="Marianne" w:cs="Arial"/>
          <w:b/>
          <w:bCs/>
          <w:color w:val="FF0000"/>
          <w:sz w:val="20"/>
          <w:szCs w:val="20"/>
        </w:rPr>
        <w:t>la réponse du candidat</w:t>
      </w:r>
      <w:r w:rsidR="00CE51F9" w:rsidRPr="00E657AE">
        <w:rPr>
          <w:rFonts w:ascii="Marianne" w:hAnsi="Marianne" w:cs="Arial"/>
          <w:b/>
          <w:bCs/>
          <w:color w:val="FF0000"/>
          <w:sz w:val="20"/>
          <w:szCs w:val="20"/>
        </w:rPr>
        <w:t xml:space="preserve"> et ce, par sous-critère</w:t>
      </w:r>
      <w:r w:rsidR="004F0DD0" w:rsidRPr="00E657AE">
        <w:rPr>
          <w:rFonts w:ascii="Marianne" w:hAnsi="Marianne" w:cs="Arial"/>
          <w:b/>
          <w:bCs/>
          <w:color w:val="FF0000"/>
          <w:sz w:val="20"/>
          <w:szCs w:val="20"/>
        </w:rPr>
        <w:t>.</w:t>
      </w:r>
    </w:p>
    <w:p w14:paraId="1234D53E" w14:textId="77777777" w:rsidR="00336910" w:rsidRPr="00E657AE" w:rsidRDefault="00336910" w:rsidP="00CE51F9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bCs/>
          <w:color w:val="FF0000"/>
          <w:sz w:val="20"/>
          <w:szCs w:val="20"/>
        </w:rPr>
      </w:pPr>
      <w:r w:rsidRPr="00E657AE">
        <w:rPr>
          <w:rFonts w:ascii="Marianne" w:hAnsi="Marianne" w:cs="Arial"/>
          <w:b/>
          <w:bCs/>
          <w:color w:val="FF0000"/>
          <w:sz w:val="20"/>
          <w:szCs w:val="20"/>
        </w:rPr>
        <w:t>Ils pourront ajouter tous renseignements complémentaires qu'ils juger</w:t>
      </w:r>
      <w:r w:rsidR="0093498D" w:rsidRPr="00E657AE">
        <w:rPr>
          <w:rFonts w:ascii="Marianne" w:hAnsi="Marianne" w:cs="Arial"/>
          <w:b/>
          <w:bCs/>
          <w:color w:val="FF0000"/>
          <w:sz w:val="20"/>
          <w:szCs w:val="20"/>
        </w:rPr>
        <w:t>aient utiles en fin de document.</w:t>
      </w:r>
    </w:p>
    <w:p w14:paraId="0FE56ED0" w14:textId="1AF74930" w:rsidR="00336910" w:rsidRPr="00E657AE" w:rsidRDefault="00336910" w:rsidP="00CE51F9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bCs/>
          <w:color w:val="FF0000"/>
          <w:sz w:val="20"/>
          <w:szCs w:val="20"/>
        </w:rPr>
      </w:pPr>
      <w:r w:rsidRPr="00E657AE">
        <w:rPr>
          <w:rFonts w:ascii="Marianne" w:hAnsi="Marianne" w:cs="Arial"/>
          <w:b/>
          <w:bCs/>
          <w:color w:val="FF0000"/>
          <w:sz w:val="20"/>
          <w:szCs w:val="20"/>
        </w:rPr>
        <w:t>Ce document contractuel servira au jugement de l'offre.</w:t>
      </w:r>
    </w:p>
    <w:p w14:paraId="6FD8D962" w14:textId="0C3D5CA6" w:rsidR="0093498D" w:rsidRPr="00E657AE" w:rsidRDefault="00336910" w:rsidP="00CE51F9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bCs/>
          <w:color w:val="FF0000"/>
          <w:sz w:val="20"/>
          <w:szCs w:val="20"/>
        </w:rPr>
      </w:pPr>
      <w:r w:rsidRPr="00E657AE">
        <w:rPr>
          <w:rFonts w:ascii="Marianne" w:hAnsi="Marianne" w:cs="Arial"/>
          <w:b/>
          <w:bCs/>
          <w:color w:val="FF0000"/>
          <w:sz w:val="20"/>
          <w:szCs w:val="20"/>
        </w:rPr>
        <w:t xml:space="preserve">Le candidat est évalué sur </w:t>
      </w:r>
      <w:r w:rsidR="00CE51F9" w:rsidRPr="00E657AE">
        <w:rPr>
          <w:rFonts w:ascii="Marianne" w:hAnsi="Marianne" w:cs="Arial"/>
          <w:b/>
          <w:bCs/>
          <w:color w:val="FF0000"/>
          <w:sz w:val="20"/>
          <w:szCs w:val="20"/>
        </w:rPr>
        <w:t>60</w:t>
      </w:r>
      <w:r w:rsidRPr="00E657AE">
        <w:rPr>
          <w:rFonts w:ascii="Marianne" w:hAnsi="Marianne" w:cs="Arial"/>
          <w:b/>
          <w:bCs/>
          <w:color w:val="FF0000"/>
          <w:sz w:val="20"/>
          <w:szCs w:val="20"/>
        </w:rPr>
        <w:t xml:space="preserve"> p</w:t>
      </w:r>
      <w:r w:rsidR="0093498D" w:rsidRPr="00E657AE">
        <w:rPr>
          <w:rFonts w:ascii="Marianne" w:hAnsi="Marianne" w:cs="Arial"/>
          <w:b/>
          <w:bCs/>
          <w:color w:val="FF0000"/>
          <w:sz w:val="20"/>
          <w:szCs w:val="20"/>
        </w:rPr>
        <w:t xml:space="preserve">oints dont la répartition est détaillée </w:t>
      </w:r>
      <w:r w:rsidR="00AF247A" w:rsidRPr="00E657AE">
        <w:rPr>
          <w:rFonts w:ascii="Marianne" w:hAnsi="Marianne" w:cs="Arial"/>
          <w:b/>
          <w:bCs/>
          <w:color w:val="FF0000"/>
          <w:sz w:val="20"/>
          <w:szCs w:val="20"/>
        </w:rPr>
        <w:t>ci-après</w:t>
      </w:r>
      <w:r w:rsidR="0093498D" w:rsidRPr="00E657AE">
        <w:rPr>
          <w:rFonts w:ascii="Marianne" w:hAnsi="Marianne" w:cs="Arial"/>
          <w:b/>
          <w:bCs/>
          <w:color w:val="FF0000"/>
          <w:sz w:val="20"/>
          <w:szCs w:val="20"/>
        </w:rPr>
        <w:t>.</w:t>
      </w:r>
    </w:p>
    <w:p w14:paraId="3A6160A2" w14:textId="77777777" w:rsidR="00217D73" w:rsidRDefault="00217D73" w:rsidP="00967E0F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sz w:val="20"/>
          <w:szCs w:val="20"/>
          <w:u w:val="single"/>
        </w:rPr>
      </w:pPr>
    </w:p>
    <w:p w14:paraId="0D3D0F57" w14:textId="603EA929" w:rsidR="00967E0F" w:rsidRPr="000B5D94" w:rsidRDefault="00967E0F" w:rsidP="00967E0F">
      <w:pPr>
        <w:pStyle w:val="texte1"/>
        <w:shd w:val="clear" w:color="auto" w:fill="FFFFFF"/>
        <w:spacing w:after="0"/>
        <w:ind w:right="40"/>
        <w:rPr>
          <w:rFonts w:ascii="Marianne" w:hAnsi="Marianne" w:cs="Arial"/>
          <w:color w:val="EE0000"/>
          <w:sz w:val="20"/>
          <w:szCs w:val="20"/>
        </w:rPr>
      </w:pPr>
      <w:r w:rsidRPr="000B5D94">
        <w:rPr>
          <w:rFonts w:ascii="Marianne" w:hAnsi="Marianne" w:cs="Arial"/>
          <w:b/>
          <w:color w:val="EE0000"/>
          <w:sz w:val="20"/>
          <w:szCs w:val="20"/>
          <w:u w:val="single"/>
        </w:rPr>
        <w:t>Nota bene</w:t>
      </w:r>
      <w:r w:rsidRPr="000B5D94">
        <w:rPr>
          <w:rFonts w:ascii="Calibri" w:hAnsi="Calibri" w:cs="Calibri"/>
          <w:b/>
          <w:color w:val="EE0000"/>
          <w:sz w:val="20"/>
          <w:szCs w:val="20"/>
          <w:u w:val="single"/>
        </w:rPr>
        <w:t> </w:t>
      </w:r>
      <w:r w:rsidRPr="000B5D94">
        <w:rPr>
          <w:rFonts w:ascii="Marianne" w:hAnsi="Marianne" w:cs="Arial"/>
          <w:b/>
          <w:color w:val="EE0000"/>
          <w:sz w:val="20"/>
          <w:szCs w:val="20"/>
          <w:u w:val="single"/>
        </w:rPr>
        <w:t xml:space="preserve">: il est attendu ci-après que les candidats décrivent les éléments </w:t>
      </w:r>
      <w:r w:rsidR="000B5D94" w:rsidRPr="000B5D94">
        <w:rPr>
          <w:rFonts w:ascii="Marianne" w:hAnsi="Marianne" w:cs="Arial"/>
          <w:b/>
          <w:color w:val="EE0000"/>
          <w:sz w:val="20"/>
          <w:szCs w:val="20"/>
          <w:u w:val="single"/>
        </w:rPr>
        <w:t>proposés</w:t>
      </w:r>
      <w:r w:rsidRPr="000B5D94">
        <w:rPr>
          <w:rFonts w:ascii="Marianne" w:hAnsi="Marianne" w:cs="Arial"/>
          <w:b/>
          <w:color w:val="EE0000"/>
          <w:sz w:val="20"/>
          <w:szCs w:val="20"/>
          <w:u w:val="single"/>
        </w:rPr>
        <w:t xml:space="preserve"> et ce</w:t>
      </w:r>
      <w:r w:rsidR="000B5D94" w:rsidRPr="000B5D94">
        <w:rPr>
          <w:rFonts w:ascii="Marianne" w:hAnsi="Marianne" w:cs="Arial"/>
          <w:b/>
          <w:color w:val="EE0000"/>
          <w:sz w:val="20"/>
          <w:szCs w:val="20"/>
          <w:u w:val="single"/>
        </w:rPr>
        <w:t>,</w:t>
      </w:r>
      <w:r w:rsidRPr="000B5D94">
        <w:rPr>
          <w:rFonts w:ascii="Marianne" w:hAnsi="Marianne" w:cs="Arial"/>
          <w:b/>
          <w:color w:val="EE0000"/>
          <w:sz w:val="20"/>
          <w:szCs w:val="20"/>
          <w:u w:val="single"/>
        </w:rPr>
        <w:t xml:space="preserve"> pour chaque site visé</w:t>
      </w:r>
      <w:r w:rsidR="000B5D94" w:rsidRPr="000B5D94">
        <w:rPr>
          <w:rFonts w:ascii="Marianne" w:hAnsi="Marianne" w:cs="Arial"/>
          <w:b/>
          <w:color w:val="EE0000"/>
          <w:sz w:val="20"/>
          <w:szCs w:val="20"/>
          <w:u w:val="single"/>
        </w:rPr>
        <w:t xml:space="preserve"> dans le présent document.</w:t>
      </w:r>
    </w:p>
    <w:bookmarkEnd w:id="8"/>
    <w:bookmarkEnd w:id="9"/>
    <w:p w14:paraId="06D0101D" w14:textId="77777777" w:rsidR="00181B46" w:rsidRPr="00E657AE" w:rsidRDefault="00181B46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20A242F7" w14:textId="77777777" w:rsidR="00967E0F" w:rsidRPr="00967E0F" w:rsidRDefault="00967E0F" w:rsidP="00967E0F">
      <w:pPr>
        <w:pStyle w:val="TableParagraph"/>
        <w:ind w:left="71" w:right="216"/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  <w:bookmarkStart w:id="10" w:name="_Hlk208909337"/>
      <w:r w:rsidRPr="00967E0F">
        <w:rPr>
          <w:rFonts w:ascii="Marianne" w:hAnsi="Marianne" w:cs="Arial"/>
          <w:b/>
          <w:bCs/>
          <w:sz w:val="20"/>
          <w:szCs w:val="20"/>
          <w:u w:val="single"/>
        </w:rPr>
        <w:t>Cas pratique n° 1</w:t>
      </w:r>
      <w:r w:rsidRPr="00967E0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967E0F">
        <w:rPr>
          <w:rFonts w:ascii="Marianne" w:hAnsi="Marianne" w:cs="Arial"/>
          <w:b/>
          <w:bCs/>
          <w:sz w:val="20"/>
          <w:szCs w:val="20"/>
          <w:u w:val="single"/>
        </w:rPr>
        <w:t>: Maison Forestière de la Grille Saint-Martin</w:t>
      </w:r>
    </w:p>
    <w:p w14:paraId="0BEFBF4C" w14:textId="77777777" w:rsidR="00967E0F" w:rsidRPr="00967E0F" w:rsidRDefault="00967E0F" w:rsidP="00967E0F">
      <w:pPr>
        <w:pStyle w:val="TableParagraph"/>
        <w:ind w:left="71" w:right="216"/>
        <w:jc w:val="both"/>
        <w:rPr>
          <w:rFonts w:ascii="Marianne" w:hAnsi="Marianne" w:cs="Arial"/>
          <w:sz w:val="20"/>
          <w:szCs w:val="20"/>
          <w:u w:val="single"/>
        </w:rPr>
      </w:pPr>
    </w:p>
    <w:p w14:paraId="078A779E" w14:textId="77777777" w:rsidR="00967E0F" w:rsidRPr="00967E0F" w:rsidRDefault="00967E0F" w:rsidP="00967E0F">
      <w:pPr>
        <w:pStyle w:val="TableParagraph"/>
        <w:numPr>
          <w:ilvl w:val="0"/>
          <w:numId w:val="5"/>
        </w:numPr>
        <w:tabs>
          <w:tab w:val="left" w:pos="195"/>
        </w:tabs>
        <w:ind w:right="216" w:hanging="124"/>
        <w:jc w:val="both"/>
        <w:rPr>
          <w:rFonts w:ascii="Marianne" w:hAnsi="Marianne" w:cs="Arial"/>
          <w:sz w:val="20"/>
          <w:szCs w:val="20"/>
        </w:rPr>
      </w:pPr>
      <w:r w:rsidRPr="00967E0F">
        <w:rPr>
          <w:rFonts w:ascii="Marianne" w:hAnsi="Marianne" w:cs="Arial"/>
          <w:b/>
          <w:bCs/>
          <w:sz w:val="20"/>
          <w:szCs w:val="20"/>
        </w:rPr>
        <w:t xml:space="preserve">Mode opératoire envisagé pour l’exécution des prestations au regard des prescriptions du cctp </w:t>
      </w:r>
      <w:r w:rsidRPr="00967E0F">
        <w:rPr>
          <w:rFonts w:ascii="Calibri" w:hAnsi="Calibri" w:cs="Calibri"/>
          <w:b/>
          <w:bCs/>
          <w:sz w:val="20"/>
          <w:szCs w:val="20"/>
        </w:rPr>
        <w:t> </w:t>
      </w:r>
      <w:r w:rsidRPr="00967E0F">
        <w:rPr>
          <w:rFonts w:ascii="Marianne" w:hAnsi="Marianne" w:cs="Arial"/>
          <w:b/>
          <w:bCs/>
          <w:sz w:val="20"/>
          <w:szCs w:val="20"/>
        </w:rPr>
        <w:t>: 15 points</w:t>
      </w:r>
    </w:p>
    <w:p w14:paraId="715A1E47" w14:textId="77777777" w:rsidR="00967E0F" w:rsidRP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73CE90ED" w14:textId="77777777" w:rsidR="00967E0F" w:rsidRP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0ACFB6B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B94A76F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391BEA03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D031FC8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06BFE9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5594776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22CC159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77A4A82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03E3572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8823556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3D67593C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1AF1EE3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6D026A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A4798BD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3ADD563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04152EDC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C41D100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F581D36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1A540976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9859C2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0C25BC5C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0CD6836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432F5DCA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7A1BD0EC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3E8FE90C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4E6473D9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3BED4B8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557F64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7D04F05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D804ACF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8EF2F4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CCAFD8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4C14B540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B1F28A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7ACDB8A5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658C043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359D9912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6E5474D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08DC423D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023D4E25" w14:textId="77777777" w:rsidR="00967E0F" w:rsidRP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37BD2EE7" w14:textId="77777777" w:rsidR="00967E0F" w:rsidRP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sz w:val="20"/>
          <w:szCs w:val="20"/>
        </w:rPr>
      </w:pPr>
    </w:p>
    <w:p w14:paraId="661B93EE" w14:textId="77777777" w:rsidR="00967E0F" w:rsidRP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sz w:val="20"/>
          <w:szCs w:val="20"/>
        </w:rPr>
      </w:pPr>
    </w:p>
    <w:p w14:paraId="4B06FFC1" w14:textId="77777777" w:rsidR="00967E0F" w:rsidRPr="00967E0F" w:rsidRDefault="00967E0F" w:rsidP="00967E0F">
      <w:pPr>
        <w:pStyle w:val="TableParagraph"/>
        <w:numPr>
          <w:ilvl w:val="0"/>
          <w:numId w:val="5"/>
        </w:numPr>
        <w:tabs>
          <w:tab w:val="left" w:pos="195"/>
        </w:tabs>
        <w:ind w:right="216" w:hanging="124"/>
        <w:jc w:val="both"/>
        <w:rPr>
          <w:rFonts w:ascii="Marianne" w:hAnsi="Marianne" w:cs="Arial"/>
          <w:b/>
          <w:sz w:val="20"/>
          <w:szCs w:val="20"/>
        </w:rPr>
      </w:pPr>
      <w:r w:rsidRPr="00967E0F">
        <w:rPr>
          <w:rFonts w:ascii="Marianne" w:hAnsi="Marianne" w:cs="Arial"/>
          <w:b/>
          <w:sz w:val="20"/>
          <w:szCs w:val="20"/>
        </w:rPr>
        <w:t>Moyens humains et techniques envisagées pour l’exécution des prestations</w:t>
      </w:r>
      <w:r w:rsidRPr="00967E0F">
        <w:rPr>
          <w:rFonts w:ascii="Calibri" w:hAnsi="Calibri" w:cs="Calibri"/>
          <w:b/>
          <w:sz w:val="20"/>
          <w:szCs w:val="20"/>
        </w:rPr>
        <w:t> </w:t>
      </w:r>
      <w:r w:rsidRPr="00967E0F">
        <w:rPr>
          <w:rFonts w:ascii="Marianne" w:hAnsi="Marianne" w:cs="Arial"/>
          <w:b/>
          <w:sz w:val="20"/>
          <w:szCs w:val="20"/>
        </w:rPr>
        <w:t>: 10 points</w:t>
      </w:r>
    </w:p>
    <w:p w14:paraId="47775E50" w14:textId="77777777" w:rsidR="00967E0F" w:rsidRP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1D8BE70" w14:textId="77777777" w:rsidR="00967E0F" w:rsidRP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0A9BFA8" w14:textId="77777777" w:rsidR="00967E0F" w:rsidRP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0E2531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E5ABA6C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B2EF5AD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3D1459C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CA531A2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2A1C89C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DB1C0D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EE3703C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DD9208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68D7AA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DC3DCF8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3E7C22D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3A6AEF66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0BFBC2D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3270AF5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336A39A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35B22F8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35CA59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1761896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6D8B279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7E63DD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8EE25D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383FD8BD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7A631A9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624F03D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8D0A8D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57D297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299A8AC9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E7CAD8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963B3A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3C7480CA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C408922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6846C296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5092CAF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606EC298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9E5F19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8F94F8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96EA6C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6562FF15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779E59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2D54EF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21F4292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A9BAE2F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E96AAC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5F613DF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69EF6552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9C573AF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881330A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2143CA02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0EC2B3D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FEDBA8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F739CCD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F77EDA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37CCAA0C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B525D4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6CEA4E03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F8BCBA5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285117C" w14:textId="77777777" w:rsidR="00967E0F" w:rsidRDefault="00967E0F" w:rsidP="00967E0F">
      <w:pPr>
        <w:pStyle w:val="TableParagraph"/>
        <w:numPr>
          <w:ilvl w:val="0"/>
          <w:numId w:val="5"/>
        </w:numPr>
        <w:tabs>
          <w:tab w:val="left" w:pos="195"/>
        </w:tabs>
        <w:ind w:right="216" w:hanging="124"/>
        <w:jc w:val="both"/>
        <w:rPr>
          <w:rFonts w:ascii="Marianne" w:hAnsi="Marianne" w:cs="Arial"/>
          <w:b/>
          <w:sz w:val="20"/>
          <w:szCs w:val="20"/>
        </w:rPr>
      </w:pPr>
      <w:r w:rsidRPr="00967E0F">
        <w:rPr>
          <w:rFonts w:ascii="Marianne" w:hAnsi="Marianne" w:cs="Arial"/>
          <w:b/>
          <w:sz w:val="20"/>
          <w:szCs w:val="20"/>
        </w:rPr>
        <w:t>Démarche environnementale proposée pour l’exécution des prestations : 5 points.</w:t>
      </w:r>
    </w:p>
    <w:p w14:paraId="3AC74DB6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7D1D43D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4FF39DA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3367B6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B12AFE0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27E5F35F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0F39608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79D18BA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9E4431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8ED6253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3F31B40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B9F6060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60E6086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2A12AA2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26494DB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6388A02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63481EFD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1A05F1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6277EDF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A6CA60F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CB276E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22A9935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2498450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26106595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089DCE9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763C883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F340435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2E442EDA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C33FB8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351283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B7FC2C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47A7C3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AC00BA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5EBED78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24FD13A8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A173A4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6BDAD4A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927195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08F4CEA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24087E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0C4F1C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9C19968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59687E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51DF340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E7338E6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47A1B3D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63331AA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03A0A1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4159BCF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FF540FD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36AFEEF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470BA70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10FF4E0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346BDB7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30F8236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486A883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E823B4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512D5F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28EFA173" w14:textId="45BA1C96" w:rsidR="00967E0F" w:rsidRPr="00967E0F" w:rsidRDefault="00967E0F" w:rsidP="00967E0F">
      <w:pPr>
        <w:pStyle w:val="TableParagraph"/>
        <w:ind w:left="71" w:right="216"/>
        <w:jc w:val="both"/>
        <w:rPr>
          <w:rFonts w:ascii="Marianne" w:hAnsi="Marianne" w:cs="Arial"/>
          <w:b/>
          <w:bCs/>
          <w:sz w:val="20"/>
          <w:szCs w:val="20"/>
          <w:u w:val="single"/>
        </w:rPr>
      </w:pPr>
      <w:r w:rsidRPr="00967E0F">
        <w:rPr>
          <w:rFonts w:ascii="Marianne" w:hAnsi="Marianne" w:cs="Arial"/>
          <w:b/>
          <w:bCs/>
          <w:sz w:val="20"/>
          <w:szCs w:val="20"/>
          <w:u w:val="single"/>
        </w:rPr>
        <w:lastRenderedPageBreak/>
        <w:t xml:space="preserve">Cas pratique n° </w:t>
      </w:r>
      <w:r>
        <w:rPr>
          <w:rFonts w:ascii="Marianne" w:hAnsi="Marianne" w:cs="Arial"/>
          <w:b/>
          <w:bCs/>
          <w:sz w:val="20"/>
          <w:szCs w:val="20"/>
          <w:u w:val="single"/>
        </w:rPr>
        <w:t>2</w:t>
      </w:r>
      <w:r w:rsidRPr="00967E0F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967E0F">
        <w:rPr>
          <w:rFonts w:ascii="Marianne" w:hAnsi="Marianne" w:cs="Arial"/>
          <w:b/>
          <w:bCs/>
          <w:sz w:val="20"/>
          <w:szCs w:val="20"/>
          <w:u w:val="single"/>
        </w:rPr>
        <w:t>: Hamadryade – la maison de la Forêt</w:t>
      </w:r>
    </w:p>
    <w:p w14:paraId="0C118176" w14:textId="77777777" w:rsidR="00967E0F" w:rsidRPr="00967E0F" w:rsidRDefault="00967E0F" w:rsidP="00967E0F">
      <w:pPr>
        <w:pStyle w:val="TableParagraph"/>
        <w:ind w:left="71" w:right="216"/>
        <w:jc w:val="both"/>
        <w:rPr>
          <w:rFonts w:ascii="Marianne" w:hAnsi="Marianne" w:cs="Arial"/>
          <w:sz w:val="20"/>
          <w:szCs w:val="20"/>
          <w:u w:val="single"/>
        </w:rPr>
      </w:pPr>
    </w:p>
    <w:p w14:paraId="16A046B0" w14:textId="77777777" w:rsidR="00967E0F" w:rsidRPr="00967E0F" w:rsidRDefault="00967E0F" w:rsidP="00967E0F">
      <w:pPr>
        <w:pStyle w:val="TableParagraph"/>
        <w:numPr>
          <w:ilvl w:val="0"/>
          <w:numId w:val="5"/>
        </w:numPr>
        <w:tabs>
          <w:tab w:val="left" w:pos="195"/>
        </w:tabs>
        <w:ind w:right="216" w:hanging="124"/>
        <w:jc w:val="both"/>
        <w:rPr>
          <w:rFonts w:ascii="Marianne" w:hAnsi="Marianne" w:cs="Arial"/>
          <w:sz w:val="20"/>
          <w:szCs w:val="20"/>
        </w:rPr>
      </w:pPr>
      <w:r w:rsidRPr="00967E0F">
        <w:rPr>
          <w:rFonts w:ascii="Marianne" w:hAnsi="Marianne" w:cs="Arial"/>
          <w:b/>
          <w:bCs/>
          <w:sz w:val="20"/>
          <w:szCs w:val="20"/>
        </w:rPr>
        <w:t xml:space="preserve">Mode opératoire envisagé pour l’exécution des prestations au regard des prescriptions du cctp </w:t>
      </w:r>
      <w:r w:rsidRPr="00967E0F">
        <w:rPr>
          <w:rFonts w:ascii="Calibri" w:hAnsi="Calibri" w:cs="Calibri"/>
          <w:b/>
          <w:bCs/>
          <w:sz w:val="20"/>
          <w:szCs w:val="20"/>
        </w:rPr>
        <w:t> </w:t>
      </w:r>
      <w:r w:rsidRPr="00967E0F">
        <w:rPr>
          <w:rFonts w:ascii="Marianne" w:hAnsi="Marianne" w:cs="Arial"/>
          <w:b/>
          <w:bCs/>
          <w:sz w:val="20"/>
          <w:szCs w:val="20"/>
        </w:rPr>
        <w:t>: 15 points</w:t>
      </w:r>
    </w:p>
    <w:p w14:paraId="1DC497F8" w14:textId="77777777" w:rsidR="00967E0F" w:rsidRP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1A06CA41" w14:textId="77777777" w:rsidR="00967E0F" w:rsidRP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1189EC3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7336DFB3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1B30D64F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3B9A46FA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8A1BA1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F6CD2F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CE5C93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4665E088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4D63A43C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02A0820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2A9973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1F1B142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CE17169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1FC8C76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74967070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4A64777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0B47F6F6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2D9EFF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DD7C433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398EC0D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348858DD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DC5D393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9529E92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19A1DB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0736ED8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07701B2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72CD7F7A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0A057E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3258A750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0E17679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32EE59FC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7CFEE69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9E245F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8A202D8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A53FF92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3805B7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42B060C5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78ED53D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50B8C1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1177C4E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757EAE7A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32A4D1C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6A65FAF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054B5682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D510710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2C1FB1D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7706C7A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7AF463FC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8B35303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F7CD65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09055332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3BA404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030A443A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5269FFE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1A74D5EF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38007211" w14:textId="77777777" w:rsidR="00967E0F" w:rsidRPr="00967E0F" w:rsidRDefault="00967E0F" w:rsidP="00967E0F">
      <w:pPr>
        <w:pStyle w:val="TableParagraph"/>
        <w:numPr>
          <w:ilvl w:val="0"/>
          <w:numId w:val="5"/>
        </w:numPr>
        <w:tabs>
          <w:tab w:val="left" w:pos="195"/>
        </w:tabs>
        <w:ind w:right="216" w:hanging="124"/>
        <w:jc w:val="both"/>
        <w:rPr>
          <w:rFonts w:ascii="Marianne" w:hAnsi="Marianne" w:cs="Arial"/>
          <w:b/>
          <w:sz w:val="20"/>
          <w:szCs w:val="20"/>
        </w:rPr>
      </w:pPr>
      <w:r w:rsidRPr="00967E0F">
        <w:rPr>
          <w:rFonts w:ascii="Marianne" w:hAnsi="Marianne" w:cs="Arial"/>
          <w:b/>
          <w:sz w:val="20"/>
          <w:szCs w:val="20"/>
        </w:rPr>
        <w:lastRenderedPageBreak/>
        <w:t>Moyens humains et techniques envisagées pour l’exécution des prestations</w:t>
      </w:r>
      <w:r w:rsidRPr="00967E0F">
        <w:rPr>
          <w:rFonts w:ascii="Calibri" w:hAnsi="Calibri" w:cs="Calibri"/>
          <w:b/>
          <w:sz w:val="20"/>
          <w:szCs w:val="20"/>
        </w:rPr>
        <w:t> </w:t>
      </w:r>
      <w:r w:rsidRPr="00967E0F">
        <w:rPr>
          <w:rFonts w:ascii="Marianne" w:hAnsi="Marianne" w:cs="Arial"/>
          <w:b/>
          <w:sz w:val="20"/>
          <w:szCs w:val="20"/>
        </w:rPr>
        <w:t>: 10 points</w:t>
      </w:r>
    </w:p>
    <w:p w14:paraId="0424C12F" w14:textId="77777777" w:rsidR="00967E0F" w:rsidRP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113D4BC" w14:textId="77777777" w:rsidR="00967E0F" w:rsidRP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0D4EDAA" w14:textId="77777777" w:rsidR="00967E0F" w:rsidRP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3AE6388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42D2AE8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23D3B93C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C75FA0F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2506BAF6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E3F3AF9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2AC62080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DD9914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6EA68B1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6338DDD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2D5FEED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66A180F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CDC9C4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663606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D7518E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048D0C0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47D1B35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E89A8B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6219E32C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62CEA66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429159C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72ED13F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6A1E33FA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23BCF2B6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22B7F162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5B3F819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64419319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2B512E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37A211B0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F8D5F82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D95DE82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9860AB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65651D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688DAD5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E40E576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3AAFB270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15D52F9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444DD9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0F5E079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3B12F4A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F6FFF99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6AD88FF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A6D4E3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E5E7AE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699EEC5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0DD33A0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1124430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4CEAEB9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0811950D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258FBCC9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64A332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379A1C1E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2E356B6A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266840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1E47F39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75F196C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0315D4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10D44DAE" w14:textId="77777777" w:rsidR="00967E0F" w:rsidRPr="00967E0F" w:rsidRDefault="00967E0F" w:rsidP="00967E0F">
      <w:pPr>
        <w:pStyle w:val="TableParagraph"/>
        <w:numPr>
          <w:ilvl w:val="0"/>
          <w:numId w:val="5"/>
        </w:numPr>
        <w:tabs>
          <w:tab w:val="left" w:pos="195"/>
        </w:tabs>
        <w:ind w:right="216" w:hanging="124"/>
        <w:jc w:val="both"/>
        <w:rPr>
          <w:rFonts w:ascii="Marianne" w:hAnsi="Marianne" w:cs="Arial"/>
          <w:b/>
          <w:sz w:val="20"/>
          <w:szCs w:val="20"/>
        </w:rPr>
      </w:pPr>
      <w:r w:rsidRPr="00967E0F">
        <w:rPr>
          <w:rFonts w:ascii="Marianne" w:hAnsi="Marianne" w:cs="Arial"/>
          <w:b/>
          <w:sz w:val="20"/>
          <w:szCs w:val="20"/>
        </w:rPr>
        <w:lastRenderedPageBreak/>
        <w:t>Démarche environnementale proposée pour l’exécution des prestations : 5 points.</w:t>
      </w:r>
    </w:p>
    <w:p w14:paraId="3BB4BA5E" w14:textId="77777777" w:rsidR="00967E0F" w:rsidRPr="00E657AE" w:rsidRDefault="00967E0F" w:rsidP="00967E0F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740F06D2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36AA7FC3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25FA39B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297733FC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6B918FA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89A71A7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2C2A1E72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4575615F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61996FF1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264B5E8C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3C368764" w14:textId="77777777" w:rsid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p w14:paraId="55588396" w14:textId="77777777" w:rsidR="00967E0F" w:rsidRPr="00967E0F" w:rsidRDefault="00967E0F" w:rsidP="00967E0F">
      <w:pPr>
        <w:pStyle w:val="TableParagraph"/>
        <w:tabs>
          <w:tab w:val="left" w:pos="195"/>
        </w:tabs>
        <w:ind w:right="216"/>
        <w:jc w:val="both"/>
        <w:rPr>
          <w:rFonts w:ascii="Marianne" w:hAnsi="Marianne" w:cs="Arial"/>
          <w:b/>
          <w:sz w:val="20"/>
          <w:szCs w:val="20"/>
        </w:rPr>
      </w:pPr>
    </w:p>
    <w:bookmarkEnd w:id="10"/>
    <w:p w14:paraId="2D803874" w14:textId="77777777" w:rsidR="00CE51F9" w:rsidRPr="00E657AE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sectPr w:rsidR="00CE51F9" w:rsidRPr="00E657AE" w:rsidSect="0075477E">
      <w:headerReference w:type="default" r:id="rId12"/>
      <w:footerReference w:type="default" r:id="rId13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416BA" w14:textId="77777777" w:rsidR="000C1B3A" w:rsidRDefault="000C1B3A">
      <w:r>
        <w:separator/>
      </w:r>
    </w:p>
  </w:endnote>
  <w:endnote w:type="continuationSeparator" w:id="0">
    <w:p w14:paraId="65FE861D" w14:textId="77777777" w:rsidR="000C1B3A" w:rsidRDefault="000C1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581A8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2E4BE6CB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13BB3" w14:textId="7377D502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0283D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D1C1EDD" w14:textId="77777777" w:rsidR="00E46834" w:rsidRDefault="00E46834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275F07B4" w14:textId="266B3631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F0283D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03B73DCA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19F5A" w14:textId="77777777" w:rsidR="000C1B3A" w:rsidRDefault="000C1B3A">
      <w:r>
        <w:separator/>
      </w:r>
    </w:p>
  </w:footnote>
  <w:footnote w:type="continuationSeparator" w:id="0">
    <w:p w14:paraId="3AC04C3E" w14:textId="77777777" w:rsidR="000C1B3A" w:rsidRDefault="000C1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D4622" w14:textId="2569AEA5" w:rsidR="00DF6C98" w:rsidRPr="005F6743" w:rsidRDefault="00DF6C98" w:rsidP="00DF6C98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BDFCD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6C92442"/>
    <w:multiLevelType w:val="hybridMultilevel"/>
    <w:tmpl w:val="4580B896"/>
    <w:lvl w:ilvl="0" w:tplc="F0241F8A">
      <w:numFmt w:val="bullet"/>
      <w:lvlText w:val="-"/>
      <w:lvlJc w:val="left"/>
      <w:pPr>
        <w:ind w:left="194" w:hanging="123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4D74C764">
      <w:numFmt w:val="bullet"/>
      <w:lvlText w:val="•"/>
      <w:lvlJc w:val="left"/>
      <w:pPr>
        <w:ind w:left="945" w:hanging="123"/>
      </w:pPr>
      <w:rPr>
        <w:rFonts w:hint="default"/>
        <w:lang w:val="fr-FR" w:eastAsia="en-US" w:bidi="ar-SA"/>
      </w:rPr>
    </w:lvl>
    <w:lvl w:ilvl="2" w:tplc="F64C62C0">
      <w:numFmt w:val="bullet"/>
      <w:lvlText w:val="•"/>
      <w:lvlJc w:val="left"/>
      <w:pPr>
        <w:ind w:left="1690" w:hanging="123"/>
      </w:pPr>
      <w:rPr>
        <w:rFonts w:hint="default"/>
        <w:lang w:val="fr-FR" w:eastAsia="en-US" w:bidi="ar-SA"/>
      </w:rPr>
    </w:lvl>
    <w:lvl w:ilvl="3" w:tplc="D5A0FFD6">
      <w:numFmt w:val="bullet"/>
      <w:lvlText w:val="•"/>
      <w:lvlJc w:val="left"/>
      <w:pPr>
        <w:ind w:left="2435" w:hanging="123"/>
      </w:pPr>
      <w:rPr>
        <w:rFonts w:hint="default"/>
        <w:lang w:val="fr-FR" w:eastAsia="en-US" w:bidi="ar-SA"/>
      </w:rPr>
    </w:lvl>
    <w:lvl w:ilvl="4" w:tplc="76D4482C">
      <w:numFmt w:val="bullet"/>
      <w:lvlText w:val="•"/>
      <w:lvlJc w:val="left"/>
      <w:pPr>
        <w:ind w:left="3180" w:hanging="123"/>
      </w:pPr>
      <w:rPr>
        <w:rFonts w:hint="default"/>
        <w:lang w:val="fr-FR" w:eastAsia="en-US" w:bidi="ar-SA"/>
      </w:rPr>
    </w:lvl>
    <w:lvl w:ilvl="5" w:tplc="54825906">
      <w:numFmt w:val="bullet"/>
      <w:lvlText w:val="•"/>
      <w:lvlJc w:val="left"/>
      <w:pPr>
        <w:ind w:left="3926" w:hanging="123"/>
      </w:pPr>
      <w:rPr>
        <w:rFonts w:hint="default"/>
        <w:lang w:val="fr-FR" w:eastAsia="en-US" w:bidi="ar-SA"/>
      </w:rPr>
    </w:lvl>
    <w:lvl w:ilvl="6" w:tplc="C23E6B50">
      <w:numFmt w:val="bullet"/>
      <w:lvlText w:val="•"/>
      <w:lvlJc w:val="left"/>
      <w:pPr>
        <w:ind w:left="4671" w:hanging="123"/>
      </w:pPr>
      <w:rPr>
        <w:rFonts w:hint="default"/>
        <w:lang w:val="fr-FR" w:eastAsia="en-US" w:bidi="ar-SA"/>
      </w:rPr>
    </w:lvl>
    <w:lvl w:ilvl="7" w:tplc="5C1289DE">
      <w:numFmt w:val="bullet"/>
      <w:lvlText w:val="•"/>
      <w:lvlJc w:val="left"/>
      <w:pPr>
        <w:ind w:left="5416" w:hanging="123"/>
      </w:pPr>
      <w:rPr>
        <w:rFonts w:hint="default"/>
        <w:lang w:val="fr-FR" w:eastAsia="en-US" w:bidi="ar-SA"/>
      </w:rPr>
    </w:lvl>
    <w:lvl w:ilvl="8" w:tplc="6FAEC8B0">
      <w:numFmt w:val="bullet"/>
      <w:lvlText w:val="•"/>
      <w:lvlJc w:val="left"/>
      <w:pPr>
        <w:ind w:left="6161" w:hanging="123"/>
      </w:pPr>
      <w:rPr>
        <w:rFonts w:hint="default"/>
        <w:lang w:val="fr-FR" w:eastAsia="en-US" w:bidi="ar-SA"/>
      </w:rPr>
    </w:lvl>
  </w:abstractNum>
  <w:abstractNum w:abstractNumId="2" w15:restartNumberingAfterBreak="0">
    <w:nsid w:val="2FA32EA9"/>
    <w:multiLevelType w:val="hybridMultilevel"/>
    <w:tmpl w:val="C07CFC6E"/>
    <w:lvl w:ilvl="0" w:tplc="CBB453A8">
      <w:start w:val="1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0D0676"/>
    <w:multiLevelType w:val="hybridMultilevel"/>
    <w:tmpl w:val="5040119A"/>
    <w:lvl w:ilvl="0" w:tplc="CAA84D14">
      <w:start w:val="1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C5E4A"/>
    <w:multiLevelType w:val="hybridMultilevel"/>
    <w:tmpl w:val="BA980510"/>
    <w:lvl w:ilvl="0" w:tplc="F03CAC84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005293">
    <w:abstractNumId w:val="0"/>
  </w:num>
  <w:num w:numId="2" w16cid:durableId="493421317">
    <w:abstractNumId w:val="5"/>
  </w:num>
  <w:num w:numId="3" w16cid:durableId="573665729">
    <w:abstractNumId w:val="3"/>
  </w:num>
  <w:num w:numId="4" w16cid:durableId="124083758">
    <w:abstractNumId w:val="0"/>
    <w:lvlOverride w:ilvl="0">
      <w:startOverride w:val="2"/>
    </w:lvlOverride>
  </w:num>
  <w:num w:numId="5" w16cid:durableId="1343167867">
    <w:abstractNumId w:val="1"/>
  </w:num>
  <w:num w:numId="6" w16cid:durableId="1754888609">
    <w:abstractNumId w:val="6"/>
  </w:num>
  <w:num w:numId="7" w16cid:durableId="1521240020">
    <w:abstractNumId w:val="2"/>
  </w:num>
  <w:num w:numId="8" w16cid:durableId="206591195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activeWritingStyle w:appName="MSWord" w:lang="fr-FR" w:vendorID="9" w:dllVersion="512" w:checkStyle="1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4D32"/>
    <w:rsid w:val="000661D0"/>
    <w:rsid w:val="000778DA"/>
    <w:rsid w:val="000811B2"/>
    <w:rsid w:val="00081FB3"/>
    <w:rsid w:val="00090F9B"/>
    <w:rsid w:val="000918FC"/>
    <w:rsid w:val="00093E38"/>
    <w:rsid w:val="000B3523"/>
    <w:rsid w:val="000B5778"/>
    <w:rsid w:val="000B5D94"/>
    <w:rsid w:val="000C1B3A"/>
    <w:rsid w:val="000D1D2B"/>
    <w:rsid w:val="000E5825"/>
    <w:rsid w:val="000F4DB1"/>
    <w:rsid w:val="0010673E"/>
    <w:rsid w:val="00117461"/>
    <w:rsid w:val="00125990"/>
    <w:rsid w:val="0013065D"/>
    <w:rsid w:val="0013700F"/>
    <w:rsid w:val="00141E7F"/>
    <w:rsid w:val="001556E3"/>
    <w:rsid w:val="00160E3E"/>
    <w:rsid w:val="00181B46"/>
    <w:rsid w:val="00182B06"/>
    <w:rsid w:val="0018316F"/>
    <w:rsid w:val="0019171F"/>
    <w:rsid w:val="00192CA5"/>
    <w:rsid w:val="001976A4"/>
    <w:rsid w:val="001B7096"/>
    <w:rsid w:val="001C06D4"/>
    <w:rsid w:val="001C2C0F"/>
    <w:rsid w:val="001C467C"/>
    <w:rsid w:val="001D663B"/>
    <w:rsid w:val="001D7A4D"/>
    <w:rsid w:val="001F0F09"/>
    <w:rsid w:val="001F34C6"/>
    <w:rsid w:val="00213A39"/>
    <w:rsid w:val="00217D73"/>
    <w:rsid w:val="00222C27"/>
    <w:rsid w:val="00223835"/>
    <w:rsid w:val="00237A63"/>
    <w:rsid w:val="00243A21"/>
    <w:rsid w:val="00256B8E"/>
    <w:rsid w:val="002648C3"/>
    <w:rsid w:val="00271B1F"/>
    <w:rsid w:val="00287896"/>
    <w:rsid w:val="00290A03"/>
    <w:rsid w:val="002A09A9"/>
    <w:rsid w:val="002A53CE"/>
    <w:rsid w:val="002B4B77"/>
    <w:rsid w:val="002C0315"/>
    <w:rsid w:val="002C3F30"/>
    <w:rsid w:val="002D4C71"/>
    <w:rsid w:val="002E69ED"/>
    <w:rsid w:val="002F0C33"/>
    <w:rsid w:val="00302027"/>
    <w:rsid w:val="00321391"/>
    <w:rsid w:val="00330553"/>
    <w:rsid w:val="003311EC"/>
    <w:rsid w:val="00336910"/>
    <w:rsid w:val="00351649"/>
    <w:rsid w:val="00356527"/>
    <w:rsid w:val="00366F2D"/>
    <w:rsid w:val="003979C7"/>
    <w:rsid w:val="003C1600"/>
    <w:rsid w:val="003D11FB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938C2"/>
    <w:rsid w:val="004A7CFB"/>
    <w:rsid w:val="004B11FE"/>
    <w:rsid w:val="004C5304"/>
    <w:rsid w:val="004E10BF"/>
    <w:rsid w:val="004E3A11"/>
    <w:rsid w:val="004E3FEB"/>
    <w:rsid w:val="004E7233"/>
    <w:rsid w:val="004F0DD0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F6743"/>
    <w:rsid w:val="00600053"/>
    <w:rsid w:val="00631676"/>
    <w:rsid w:val="006401DE"/>
    <w:rsid w:val="00643E7D"/>
    <w:rsid w:val="00650DB5"/>
    <w:rsid w:val="00650EC0"/>
    <w:rsid w:val="006530D0"/>
    <w:rsid w:val="0066217E"/>
    <w:rsid w:val="00675B5F"/>
    <w:rsid w:val="0067745C"/>
    <w:rsid w:val="006819F3"/>
    <w:rsid w:val="006857DB"/>
    <w:rsid w:val="00690E32"/>
    <w:rsid w:val="00696401"/>
    <w:rsid w:val="00696BF3"/>
    <w:rsid w:val="0069720C"/>
    <w:rsid w:val="006A527C"/>
    <w:rsid w:val="006A69D4"/>
    <w:rsid w:val="006B7B48"/>
    <w:rsid w:val="006C2818"/>
    <w:rsid w:val="006E18DF"/>
    <w:rsid w:val="006F2AE1"/>
    <w:rsid w:val="00701FDA"/>
    <w:rsid w:val="00704F70"/>
    <w:rsid w:val="007126B5"/>
    <w:rsid w:val="0072200D"/>
    <w:rsid w:val="00725612"/>
    <w:rsid w:val="0075477E"/>
    <w:rsid w:val="007558D1"/>
    <w:rsid w:val="007564AC"/>
    <w:rsid w:val="00765B3C"/>
    <w:rsid w:val="007763DE"/>
    <w:rsid w:val="0078395C"/>
    <w:rsid w:val="007A4517"/>
    <w:rsid w:val="007C3837"/>
    <w:rsid w:val="007C572B"/>
    <w:rsid w:val="007D138A"/>
    <w:rsid w:val="007E3365"/>
    <w:rsid w:val="007F0672"/>
    <w:rsid w:val="00800F01"/>
    <w:rsid w:val="008010C3"/>
    <w:rsid w:val="00804426"/>
    <w:rsid w:val="008056F2"/>
    <w:rsid w:val="00821263"/>
    <w:rsid w:val="00833CF3"/>
    <w:rsid w:val="00841B04"/>
    <w:rsid w:val="0084216F"/>
    <w:rsid w:val="008468D9"/>
    <w:rsid w:val="008531B1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C0CFB"/>
    <w:rsid w:val="008C4EBB"/>
    <w:rsid w:val="008D7D91"/>
    <w:rsid w:val="00901443"/>
    <w:rsid w:val="00906D4C"/>
    <w:rsid w:val="009154FA"/>
    <w:rsid w:val="00917FAC"/>
    <w:rsid w:val="00931969"/>
    <w:rsid w:val="0093498D"/>
    <w:rsid w:val="00946012"/>
    <w:rsid w:val="009519F6"/>
    <w:rsid w:val="0095530B"/>
    <w:rsid w:val="009574C0"/>
    <w:rsid w:val="00961169"/>
    <w:rsid w:val="00964168"/>
    <w:rsid w:val="009646E9"/>
    <w:rsid w:val="009655A2"/>
    <w:rsid w:val="00967E0F"/>
    <w:rsid w:val="00990DE9"/>
    <w:rsid w:val="009944CD"/>
    <w:rsid w:val="0099506B"/>
    <w:rsid w:val="009A67E0"/>
    <w:rsid w:val="009C5F03"/>
    <w:rsid w:val="009E00C3"/>
    <w:rsid w:val="009E2E2C"/>
    <w:rsid w:val="009F5C3F"/>
    <w:rsid w:val="009F79CD"/>
    <w:rsid w:val="00A01A9D"/>
    <w:rsid w:val="00A11207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85F87"/>
    <w:rsid w:val="00A96874"/>
    <w:rsid w:val="00AA019E"/>
    <w:rsid w:val="00AB407D"/>
    <w:rsid w:val="00AB5F5A"/>
    <w:rsid w:val="00AB737E"/>
    <w:rsid w:val="00AC21E5"/>
    <w:rsid w:val="00AC2D20"/>
    <w:rsid w:val="00AE2DB4"/>
    <w:rsid w:val="00AE63FF"/>
    <w:rsid w:val="00AF247A"/>
    <w:rsid w:val="00AF33BD"/>
    <w:rsid w:val="00AF3FC6"/>
    <w:rsid w:val="00B0044F"/>
    <w:rsid w:val="00B06A73"/>
    <w:rsid w:val="00B14D93"/>
    <w:rsid w:val="00B226A4"/>
    <w:rsid w:val="00B272E2"/>
    <w:rsid w:val="00B3531D"/>
    <w:rsid w:val="00B35EFF"/>
    <w:rsid w:val="00B66121"/>
    <w:rsid w:val="00B73C57"/>
    <w:rsid w:val="00B75E3A"/>
    <w:rsid w:val="00B91DB4"/>
    <w:rsid w:val="00B93911"/>
    <w:rsid w:val="00BA1C8B"/>
    <w:rsid w:val="00BA6F43"/>
    <w:rsid w:val="00BB5F5B"/>
    <w:rsid w:val="00BB7B97"/>
    <w:rsid w:val="00BE0E97"/>
    <w:rsid w:val="00BE1F1C"/>
    <w:rsid w:val="00BE5C46"/>
    <w:rsid w:val="00C14875"/>
    <w:rsid w:val="00C30499"/>
    <w:rsid w:val="00C35B98"/>
    <w:rsid w:val="00C431EA"/>
    <w:rsid w:val="00C51444"/>
    <w:rsid w:val="00C57E03"/>
    <w:rsid w:val="00C62719"/>
    <w:rsid w:val="00C666C2"/>
    <w:rsid w:val="00C8084B"/>
    <w:rsid w:val="00C86334"/>
    <w:rsid w:val="00C9482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E51F9"/>
    <w:rsid w:val="00CF1704"/>
    <w:rsid w:val="00CF697D"/>
    <w:rsid w:val="00D13ECA"/>
    <w:rsid w:val="00D206D5"/>
    <w:rsid w:val="00D22D6B"/>
    <w:rsid w:val="00D2337A"/>
    <w:rsid w:val="00D23712"/>
    <w:rsid w:val="00D246DC"/>
    <w:rsid w:val="00D25619"/>
    <w:rsid w:val="00D35523"/>
    <w:rsid w:val="00D364F5"/>
    <w:rsid w:val="00D46AEC"/>
    <w:rsid w:val="00D50CCD"/>
    <w:rsid w:val="00D62D93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1437"/>
    <w:rsid w:val="00E133B2"/>
    <w:rsid w:val="00E214CF"/>
    <w:rsid w:val="00E23F23"/>
    <w:rsid w:val="00E2497F"/>
    <w:rsid w:val="00E24C5E"/>
    <w:rsid w:val="00E2563B"/>
    <w:rsid w:val="00E35269"/>
    <w:rsid w:val="00E4107B"/>
    <w:rsid w:val="00E46834"/>
    <w:rsid w:val="00E51B3A"/>
    <w:rsid w:val="00E55052"/>
    <w:rsid w:val="00E63197"/>
    <w:rsid w:val="00E657AE"/>
    <w:rsid w:val="00E80337"/>
    <w:rsid w:val="00E85FA1"/>
    <w:rsid w:val="00E86B9F"/>
    <w:rsid w:val="00E8749F"/>
    <w:rsid w:val="00E927F7"/>
    <w:rsid w:val="00E9559E"/>
    <w:rsid w:val="00E97795"/>
    <w:rsid w:val="00EA671D"/>
    <w:rsid w:val="00EB1CEC"/>
    <w:rsid w:val="00EC3EE1"/>
    <w:rsid w:val="00ED000D"/>
    <w:rsid w:val="00ED0771"/>
    <w:rsid w:val="00ED4182"/>
    <w:rsid w:val="00ED5372"/>
    <w:rsid w:val="00EE0F79"/>
    <w:rsid w:val="00EE4ABE"/>
    <w:rsid w:val="00F02628"/>
    <w:rsid w:val="00F0283D"/>
    <w:rsid w:val="00F13B95"/>
    <w:rsid w:val="00F15201"/>
    <w:rsid w:val="00F229E6"/>
    <w:rsid w:val="00F25325"/>
    <w:rsid w:val="00F4063F"/>
    <w:rsid w:val="00F443F2"/>
    <w:rsid w:val="00F4560B"/>
    <w:rsid w:val="00F53926"/>
    <w:rsid w:val="00F57CC1"/>
    <w:rsid w:val="00F60469"/>
    <w:rsid w:val="00F6065B"/>
    <w:rsid w:val="00F735F7"/>
    <w:rsid w:val="00F764B0"/>
    <w:rsid w:val="00F82B34"/>
    <w:rsid w:val="00F84CB4"/>
    <w:rsid w:val="00F91750"/>
    <w:rsid w:val="00F91C8D"/>
    <w:rsid w:val="00F92BFA"/>
    <w:rsid w:val="00F9382D"/>
    <w:rsid w:val="00FC179C"/>
    <w:rsid w:val="00FC2258"/>
    <w:rsid w:val="00FC4FCA"/>
    <w:rsid w:val="00FD14BD"/>
    <w:rsid w:val="00FD662D"/>
    <w:rsid w:val="00FD79D3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C5B318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character" w:customStyle="1" w:styleId="texte1Car">
    <w:name w:val="texte 1 Car"/>
    <w:link w:val="texte1"/>
    <w:rsid w:val="00064D32"/>
    <w:rPr>
      <w:sz w:val="24"/>
      <w:szCs w:val="24"/>
    </w:rPr>
  </w:style>
  <w:style w:type="paragraph" w:styleId="Corpsdetexte">
    <w:name w:val="Body Text"/>
    <w:basedOn w:val="Normal"/>
    <w:link w:val="CorpsdetexteCar"/>
    <w:semiHidden/>
    <w:unhideWhenUsed/>
    <w:rsid w:val="00FD79D3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FD79D3"/>
    <w:rPr>
      <w:rFonts w:ascii="Times New (W1)" w:hAnsi="Times New (W1)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CE51F9"/>
    <w:pPr>
      <w:widowControl w:val="0"/>
      <w:autoSpaceDE w:val="0"/>
      <w:autoSpaceDN w:val="0"/>
      <w:jc w:val="left"/>
    </w:pPr>
    <w:rPr>
      <w:rFonts w:ascii="Arial MT" w:eastAsia="Arial MT" w:hAnsi="Arial MT" w:cs="Arial MT"/>
      <w:sz w:val="22"/>
      <w:szCs w:val="22"/>
      <w:lang w:eastAsia="en-US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967E0F"/>
    <w:pPr>
      <w:ind w:left="720"/>
      <w:contextualSpacing/>
      <w:jc w:val="left"/>
    </w:pPr>
    <w:rPr>
      <w:rFonts w:ascii="Times New Roman" w:hAnsi="Times New Roman"/>
    </w:rPr>
  </w:style>
  <w:style w:type="character" w:customStyle="1" w:styleId="ParagraphedelisteCar">
    <w:name w:val="Paragraphe de liste Car"/>
    <w:aliases w:val="Level 1 Puce Car"/>
    <w:link w:val="Paragraphedeliste"/>
    <w:uiPriority w:val="34"/>
    <w:rsid w:val="00967E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72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839AB-6796-4646-946F-6D4816D5B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103</TotalTime>
  <Pages>7</Pages>
  <Words>349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ALVINO Antony</cp:lastModifiedBy>
  <cp:revision>19</cp:revision>
  <cp:lastPrinted>2022-04-29T06:54:00Z</cp:lastPrinted>
  <dcterms:created xsi:type="dcterms:W3CDTF">2022-06-01T12:49:00Z</dcterms:created>
  <dcterms:modified xsi:type="dcterms:W3CDTF">2025-10-13T08:28:00Z</dcterms:modified>
</cp:coreProperties>
</file>